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88" w:rsidRPr="00040788" w:rsidRDefault="009E44A2" w:rsidP="00040788">
      <w:pPr>
        <w:spacing w:after="0" w:line="240" w:lineRule="auto"/>
        <w:jc w:val="center"/>
        <w:rPr>
          <w:rFonts w:ascii="Comic Sans MS" w:hAnsi="Comic Sans MS"/>
          <w:sz w:val="28"/>
          <w:szCs w:val="28"/>
          <w:u w:val="single"/>
        </w:rPr>
      </w:pPr>
      <w:bookmarkStart w:id="0" w:name="_GoBack"/>
      <w:bookmarkEnd w:id="0"/>
      <w:r w:rsidRPr="00DE5B73">
        <w:rPr>
          <w:rFonts w:ascii="Comic Sans MS" w:hAnsi="Comic Sans MS"/>
          <w:sz w:val="28"/>
          <w:szCs w:val="28"/>
          <w:u w:val="single"/>
        </w:rPr>
        <w:t>Yummy:</w:t>
      </w:r>
      <w:r w:rsidRPr="00040788">
        <w:rPr>
          <w:rFonts w:ascii="Comic Sans MS" w:hAnsi="Comic Sans MS"/>
          <w:sz w:val="28"/>
          <w:szCs w:val="28"/>
          <w:u w:val="single"/>
        </w:rPr>
        <w:t xml:space="preserve"> The</w:t>
      </w:r>
      <w:r w:rsidR="00040788" w:rsidRPr="00040788">
        <w:rPr>
          <w:rFonts w:ascii="Comic Sans MS" w:hAnsi="Comic Sans MS"/>
          <w:sz w:val="28"/>
          <w:szCs w:val="28"/>
          <w:u w:val="single"/>
        </w:rPr>
        <w:t xml:space="preserve"> Last Days of a Southside Shorty</w:t>
      </w:r>
    </w:p>
    <w:p w:rsidR="00040788" w:rsidRDefault="00A72FF4" w:rsidP="00040788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r w:rsidRPr="00DE5B73">
        <w:rPr>
          <w:rFonts w:ascii="Comic Sans MS" w:hAnsi="Comic Sans MS"/>
          <w:sz w:val="28"/>
          <w:szCs w:val="28"/>
        </w:rPr>
        <w:t>Unit</w:t>
      </w:r>
      <w:r w:rsidR="00040788" w:rsidRPr="00DE5B73">
        <w:rPr>
          <w:rFonts w:ascii="Comic Sans MS" w:hAnsi="Comic Sans MS"/>
          <w:sz w:val="28"/>
          <w:szCs w:val="28"/>
        </w:rPr>
        <w:t xml:space="preserve"> Plan</w:t>
      </w:r>
    </w:p>
    <w:p w:rsidR="00DE5B73" w:rsidRPr="00DE5B73" w:rsidRDefault="00DE5B73" w:rsidP="00040788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</w:p>
    <w:p w:rsidR="00DE5B73" w:rsidRDefault="00DE5B73" w:rsidP="00DE5B7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DE5B73">
        <w:rPr>
          <w:rFonts w:ascii="Comic Sans MS" w:hAnsi="Comic Sans MS"/>
          <w:sz w:val="24"/>
          <w:szCs w:val="24"/>
        </w:rPr>
        <w:t>This unit would be conducted in a 9th or 10th grade Language Arts class.</w:t>
      </w:r>
    </w:p>
    <w:p w:rsidR="00DE5B73" w:rsidRPr="00DE5B73" w:rsidRDefault="00DE5B73" w:rsidP="00DE5B73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40788" w:rsidRPr="00DE5B73" w:rsidRDefault="009312EE" w:rsidP="00040788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DE5B73">
        <w:rPr>
          <w:rFonts w:ascii="Comic Sans MS" w:hAnsi="Comic Sans MS"/>
          <w:b/>
          <w:sz w:val="24"/>
          <w:szCs w:val="24"/>
        </w:rPr>
        <w:t>Standards</w:t>
      </w:r>
      <w:r w:rsidR="00040788" w:rsidRPr="00DE5B73">
        <w:rPr>
          <w:rFonts w:ascii="Comic Sans MS" w:hAnsi="Comic Sans MS"/>
          <w:b/>
          <w:sz w:val="24"/>
          <w:szCs w:val="24"/>
        </w:rPr>
        <w:t>:</w:t>
      </w:r>
    </w:p>
    <w:p w:rsidR="00A72FF4" w:rsidRPr="00DE5B73" w:rsidRDefault="00A72FF4" w:rsidP="00040788">
      <w:pPr>
        <w:spacing w:after="0" w:line="240" w:lineRule="auto"/>
        <w:rPr>
          <w:rFonts w:ascii="Comic Sans MS" w:hAnsi="Comic Sans MS"/>
          <w:b/>
          <w:sz w:val="20"/>
          <w:szCs w:val="20"/>
          <w:u w:val="single"/>
        </w:rPr>
      </w:pPr>
      <w:r w:rsidRPr="00DE5B73">
        <w:rPr>
          <w:rFonts w:ascii="Comic Sans MS" w:hAnsi="Comic Sans MS"/>
          <w:b/>
          <w:sz w:val="20"/>
          <w:szCs w:val="20"/>
          <w:u w:val="single"/>
        </w:rPr>
        <w:t>Reading Application Literary Text</w:t>
      </w:r>
    </w:p>
    <w:p w:rsidR="00040788" w:rsidRPr="00DE5B73" w:rsidRDefault="00040788" w:rsidP="0004078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Analyze how an author’s choice of genre affects the expression of a theme or topic.</w:t>
      </w:r>
    </w:p>
    <w:p w:rsidR="00040788" w:rsidRPr="00DE5B73" w:rsidRDefault="00040788" w:rsidP="0004078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Analyze the author’s use of point of view, mood, and tone</w:t>
      </w:r>
    </w:p>
    <w:p w:rsidR="00A72FF4" w:rsidRPr="00DE5B73" w:rsidRDefault="00A72FF4" w:rsidP="0004078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 xml:space="preserve">Interaction between characters and how it </w:t>
      </w:r>
      <w:r w:rsidR="009E44A2" w:rsidRPr="00DE5B73">
        <w:rPr>
          <w:rFonts w:ascii="Comic Sans MS" w:hAnsi="Comic Sans MS"/>
          <w:sz w:val="20"/>
          <w:szCs w:val="20"/>
        </w:rPr>
        <w:t>affects</w:t>
      </w:r>
      <w:r w:rsidRPr="00DE5B73">
        <w:rPr>
          <w:rFonts w:ascii="Comic Sans MS" w:hAnsi="Comic Sans MS"/>
          <w:sz w:val="20"/>
          <w:szCs w:val="20"/>
        </w:rPr>
        <w:t xml:space="preserve"> plot.</w:t>
      </w:r>
    </w:p>
    <w:p w:rsidR="00A72FF4" w:rsidRPr="00DE5B73" w:rsidRDefault="00A72FF4" w:rsidP="0004078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Analyze how setting and point of view impact Literary Text</w:t>
      </w:r>
    </w:p>
    <w:p w:rsidR="00A72FF4" w:rsidRPr="00DE5B73" w:rsidRDefault="00A72FF4" w:rsidP="00A72FF4">
      <w:pPr>
        <w:spacing w:after="0" w:line="240" w:lineRule="auto"/>
        <w:rPr>
          <w:rFonts w:ascii="Comic Sans MS" w:hAnsi="Comic Sans MS"/>
          <w:b/>
          <w:sz w:val="20"/>
          <w:szCs w:val="20"/>
          <w:u w:val="single"/>
        </w:rPr>
      </w:pPr>
      <w:r w:rsidRPr="00DE5B73">
        <w:rPr>
          <w:rFonts w:ascii="Comic Sans MS" w:hAnsi="Comic Sans MS"/>
          <w:b/>
          <w:sz w:val="20"/>
          <w:szCs w:val="20"/>
          <w:u w:val="single"/>
        </w:rPr>
        <w:t>Reading Process</w:t>
      </w:r>
    </w:p>
    <w:p w:rsidR="000E1F7F" w:rsidRPr="00DE5B73" w:rsidRDefault="000E1F7F" w:rsidP="000E1F7F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Apply reading comprehension strategies to understand text.</w:t>
      </w:r>
    </w:p>
    <w:p w:rsidR="000E1F7F" w:rsidRPr="00DE5B73" w:rsidRDefault="000E1F7F" w:rsidP="000E1F7F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Respond to questions from text.</w:t>
      </w:r>
    </w:p>
    <w:p w:rsidR="00A72FF4" w:rsidRPr="00DE5B73" w:rsidRDefault="000E1F7F" w:rsidP="00A72FF4">
      <w:pPr>
        <w:spacing w:after="0" w:line="240" w:lineRule="auto"/>
        <w:rPr>
          <w:rFonts w:ascii="Comic Sans MS" w:hAnsi="Comic Sans MS"/>
          <w:b/>
          <w:sz w:val="20"/>
          <w:szCs w:val="20"/>
          <w:u w:val="single"/>
        </w:rPr>
      </w:pPr>
      <w:r w:rsidRPr="00DE5B73">
        <w:rPr>
          <w:rFonts w:ascii="Comic Sans MS" w:hAnsi="Comic Sans MS"/>
          <w:b/>
          <w:sz w:val="20"/>
          <w:szCs w:val="20"/>
          <w:u w:val="single"/>
        </w:rPr>
        <w:t>Research</w:t>
      </w:r>
    </w:p>
    <w:p w:rsidR="000E1F7F" w:rsidRPr="00DE5B73" w:rsidRDefault="000E1F7F" w:rsidP="000E1F7F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Formulate open ended Research questions.</w:t>
      </w:r>
    </w:p>
    <w:p w:rsidR="000E1F7F" w:rsidRPr="00DE5B73" w:rsidRDefault="000E1F7F" w:rsidP="000E1F7F">
      <w:pPr>
        <w:pStyle w:val="ListParagraph"/>
        <w:numPr>
          <w:ilvl w:val="0"/>
          <w:numId w:val="4"/>
        </w:numPr>
        <w:pBdr>
          <w:bottom w:val="single" w:sz="12" w:space="1" w:color="auto"/>
        </w:pBd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Communicate findings, reporting on substance and process orally, visually, and in writing or through multimedia.</w:t>
      </w:r>
    </w:p>
    <w:p w:rsidR="009312EE" w:rsidRPr="00DE5B73" w:rsidRDefault="009312EE" w:rsidP="009312EE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1:</w:t>
      </w:r>
    </w:p>
    <w:p w:rsidR="000E1F7F" w:rsidRPr="00DE5B73" w:rsidRDefault="000E1F7F" w:rsidP="009312EE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 xml:space="preserve">Begin with defining vocabulary terms from story and then using each term correctly in a sentence.  </w:t>
      </w:r>
    </w:p>
    <w:p w:rsidR="000E1F7F" w:rsidRPr="00DE5B73" w:rsidRDefault="000E1F7F" w:rsidP="009312EE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 xml:space="preserve">Scavenger hunt online to find </w:t>
      </w:r>
      <w:r w:rsidR="00A23E94" w:rsidRPr="00DE5B73">
        <w:rPr>
          <w:rFonts w:ascii="Comic Sans MS" w:hAnsi="Comic Sans MS"/>
          <w:sz w:val="20"/>
          <w:szCs w:val="20"/>
        </w:rPr>
        <w:t>facts</w:t>
      </w:r>
      <w:r w:rsidRPr="00DE5B73">
        <w:rPr>
          <w:rFonts w:ascii="Comic Sans MS" w:hAnsi="Comic Sans MS"/>
          <w:sz w:val="20"/>
          <w:szCs w:val="20"/>
        </w:rPr>
        <w:t xml:space="preserve"> about the city of Chicago</w:t>
      </w:r>
      <w:r w:rsidR="00A23E94" w:rsidRPr="00DE5B73">
        <w:rPr>
          <w:rFonts w:ascii="Comic Sans MS" w:hAnsi="Comic Sans MS"/>
          <w:sz w:val="20"/>
          <w:szCs w:val="20"/>
        </w:rPr>
        <w:t xml:space="preserve"> and particularly about the Roseland neighborhood….the setting of the story.</w:t>
      </w:r>
    </w:p>
    <w:p w:rsidR="00A23E94" w:rsidRPr="00DE5B73" w:rsidRDefault="00A23E94" w:rsidP="00A23E94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2:</w:t>
      </w:r>
    </w:p>
    <w:p w:rsidR="00A23E94" w:rsidRPr="00DE5B73" w:rsidRDefault="00A23E94" w:rsidP="00A23E9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Begin with discussion of correct answer for the Scavenger Hunt.</w:t>
      </w:r>
    </w:p>
    <w:p w:rsidR="00A23E94" w:rsidRPr="00DE5B73" w:rsidRDefault="00A23E94" w:rsidP="00A23E9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Type 1 Writing assignment:  List several reasons that young people have for joining gangs.</w:t>
      </w:r>
    </w:p>
    <w:p w:rsidR="00A23E94" w:rsidRPr="00DE5B73" w:rsidRDefault="00A23E94" w:rsidP="00A23E9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Beneath the line technique:  We will list and discuss the reasons each student came up with.  Anything the student doesn’t already have will be added to his or her paper, under the line.</w:t>
      </w:r>
    </w:p>
    <w:p w:rsidR="00A23E94" w:rsidRPr="00DE5B73" w:rsidRDefault="00A23E94" w:rsidP="00A23E94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 xml:space="preserve">Discussion:  What </w:t>
      </w:r>
      <w:r w:rsidR="009E44A2" w:rsidRPr="00DE5B73">
        <w:rPr>
          <w:rFonts w:ascii="Comic Sans MS" w:hAnsi="Comic Sans MS"/>
          <w:sz w:val="20"/>
          <w:szCs w:val="20"/>
        </w:rPr>
        <w:t>are the reasons</w:t>
      </w:r>
      <w:r w:rsidRPr="00DE5B73">
        <w:rPr>
          <w:rFonts w:ascii="Comic Sans MS" w:hAnsi="Comic Sans MS"/>
          <w:sz w:val="20"/>
          <w:szCs w:val="20"/>
        </w:rPr>
        <w:t xml:space="preserve"> that gangs target young children to recruit ages 8-12?</w:t>
      </w:r>
    </w:p>
    <w:p w:rsidR="00A23E94" w:rsidRPr="00DE5B73" w:rsidRDefault="00A23E94" w:rsidP="00A23E94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3</w:t>
      </w:r>
      <w:r w:rsidRPr="00DE5B73">
        <w:rPr>
          <w:rFonts w:ascii="Comic Sans MS" w:hAnsi="Comic Sans MS"/>
          <w:sz w:val="20"/>
          <w:szCs w:val="20"/>
        </w:rPr>
        <w:t>:</w:t>
      </w:r>
    </w:p>
    <w:p w:rsidR="00A23E94" w:rsidRPr="00DE5B73" w:rsidRDefault="00A23E94" w:rsidP="00A23E94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Introduce the story “Yummy” to the class.</w:t>
      </w:r>
    </w:p>
    <w:p w:rsidR="00A23E94" w:rsidRPr="00DE5B73" w:rsidRDefault="00A23E94" w:rsidP="00A23E94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Students will look at the cover of book and predict the content of the book.</w:t>
      </w:r>
    </w:p>
    <w:p w:rsidR="00A23E94" w:rsidRPr="00DE5B73" w:rsidRDefault="00A23E94" w:rsidP="00A23E94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Students will identify what a Southside “shorty” is.</w:t>
      </w:r>
    </w:p>
    <w:p w:rsidR="00A23E94" w:rsidRPr="00DE5B73" w:rsidRDefault="00A23E94" w:rsidP="00A23E94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We will discuss the format of a graphic novel as well as the reason authors would choose to use this style and structure of story.</w:t>
      </w:r>
    </w:p>
    <w:p w:rsidR="00A23E94" w:rsidRPr="00DE5B73" w:rsidRDefault="00A23E94" w:rsidP="00A23E94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Read pages 1-31 and complete a T Chart comparing the character Roger to the character Robert…looking at characters and characterization.</w:t>
      </w:r>
    </w:p>
    <w:p w:rsidR="00A23E94" w:rsidRPr="00DE5B73" w:rsidRDefault="00A23E94" w:rsidP="00A23E94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4:</w:t>
      </w:r>
      <w:r w:rsidRPr="00DE5B73">
        <w:rPr>
          <w:rFonts w:ascii="Comic Sans MS" w:hAnsi="Comic Sans MS"/>
          <w:b/>
          <w:sz w:val="20"/>
          <w:szCs w:val="20"/>
        </w:rPr>
        <w:tab/>
      </w:r>
    </w:p>
    <w:p w:rsidR="00A23E94" w:rsidRPr="00DE5B73" w:rsidRDefault="00A23E94" w:rsidP="00A23E94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Finish pages 1-31 and T-Chart between Roger and Robert.</w:t>
      </w:r>
    </w:p>
    <w:p w:rsidR="00A23E94" w:rsidRPr="00DE5B73" w:rsidRDefault="00A23E94" w:rsidP="00A23E94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Students will answer reading questions over pages 1-31.</w:t>
      </w:r>
    </w:p>
    <w:p w:rsidR="00A23E94" w:rsidRPr="00DE5B73" w:rsidRDefault="00A23E94" w:rsidP="00A23E94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Class discussion over pages 1-31 and correct answers.</w:t>
      </w:r>
    </w:p>
    <w:p w:rsidR="00A23E94" w:rsidRPr="00DE5B73" w:rsidRDefault="00A23E94" w:rsidP="00A23E94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5:</w:t>
      </w:r>
    </w:p>
    <w:p w:rsidR="00A23E94" w:rsidRPr="00DE5B73" w:rsidRDefault="004E3535" w:rsidP="00A23E94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Read pages 32-62 in class and answer comprehension questions over story.</w:t>
      </w:r>
    </w:p>
    <w:p w:rsidR="004E3535" w:rsidRPr="00DE5B73" w:rsidRDefault="004E3535" w:rsidP="00A23E94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Complete a tri-</w:t>
      </w:r>
      <w:r w:rsidR="009E44A2" w:rsidRPr="00DE5B73">
        <w:rPr>
          <w:rFonts w:ascii="Comic Sans MS" w:hAnsi="Comic Sans MS"/>
          <w:sz w:val="20"/>
          <w:szCs w:val="20"/>
        </w:rPr>
        <w:t>Venn</w:t>
      </w:r>
      <w:r w:rsidRPr="00DE5B73">
        <w:rPr>
          <w:rFonts w:ascii="Comic Sans MS" w:hAnsi="Comic Sans MS"/>
          <w:sz w:val="20"/>
          <w:szCs w:val="20"/>
        </w:rPr>
        <w:t xml:space="preserve"> diagram comparing and contrasting the characters Roger, Robert, and Gary.</w:t>
      </w:r>
    </w:p>
    <w:p w:rsidR="004E3535" w:rsidRPr="00DE5B73" w:rsidRDefault="004E3535" w:rsidP="004E353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6:</w:t>
      </w:r>
    </w:p>
    <w:p w:rsidR="004E3535" w:rsidRPr="00DE5B73" w:rsidRDefault="004E3535" w:rsidP="004E353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Read pages 63-94 together as a class and discuss the outcome of the story.</w:t>
      </w:r>
    </w:p>
    <w:p w:rsidR="004E3535" w:rsidRPr="00DE5B73" w:rsidRDefault="004E3535" w:rsidP="004E353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Discussion to follow:</w:t>
      </w:r>
    </w:p>
    <w:p w:rsidR="004E3535" w:rsidRPr="00DE5B73" w:rsidRDefault="004E3535" w:rsidP="004E3535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How do you feel about Yummy?  Was he good or bad?</w:t>
      </w:r>
    </w:p>
    <w:p w:rsidR="004E3535" w:rsidRPr="00DE5B73" w:rsidRDefault="004E3535" w:rsidP="004E3535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In what ways does the setting make the story believable?</w:t>
      </w:r>
    </w:p>
    <w:p w:rsidR="004E3535" w:rsidRPr="00DE5B73" w:rsidRDefault="004E3535" w:rsidP="004E3535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How would the story be different if it was set in a small rural town or countryside?</w:t>
      </w:r>
    </w:p>
    <w:p w:rsidR="004E3535" w:rsidRPr="00DE5B73" w:rsidRDefault="004E3535" w:rsidP="004E3535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Who was the real Yummy?</w:t>
      </w:r>
    </w:p>
    <w:p w:rsidR="004E3535" w:rsidRPr="00DE5B73" w:rsidRDefault="004E3535" w:rsidP="004E3535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Discuss irony and then identify at least two examples of irony in this story.</w:t>
      </w:r>
    </w:p>
    <w:p w:rsidR="004E3535" w:rsidRPr="00DE5B73" w:rsidRDefault="004E3535" w:rsidP="004E3535">
      <w:pPr>
        <w:pStyle w:val="ListParagraph"/>
        <w:numPr>
          <w:ilvl w:val="1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In what ways is Gary changed due to the events in this story?</w:t>
      </w:r>
    </w:p>
    <w:p w:rsidR="00DE5B73" w:rsidRDefault="00DE5B73" w:rsidP="004E353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4E3535" w:rsidRPr="00DE5B73" w:rsidRDefault="004E3535" w:rsidP="004E3535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7:</w:t>
      </w:r>
    </w:p>
    <w:p w:rsidR="004E3535" w:rsidRPr="00DE5B73" w:rsidRDefault="004E3535" w:rsidP="004E3535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Complete a plot diagram of key events from the story.</w:t>
      </w:r>
    </w:p>
    <w:p w:rsidR="004E3535" w:rsidRPr="00DE5B73" w:rsidRDefault="004E3535" w:rsidP="004E3535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Continue with discussion topics:</w:t>
      </w:r>
    </w:p>
    <w:p w:rsidR="004E3535" w:rsidRPr="00DE5B73" w:rsidRDefault="004E3535" w:rsidP="004E3535">
      <w:pPr>
        <w:pStyle w:val="ListParagraph"/>
        <w:numPr>
          <w:ilvl w:val="1"/>
          <w:numId w:val="1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How is your neighborhood similar to Yummy and Roger’s?  How is your neighborhood different?</w:t>
      </w:r>
    </w:p>
    <w:p w:rsidR="004E3535" w:rsidRPr="00DE5B73" w:rsidRDefault="004E3535" w:rsidP="004E3535">
      <w:pPr>
        <w:pStyle w:val="ListParagraph"/>
        <w:numPr>
          <w:ilvl w:val="1"/>
          <w:numId w:val="1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Do you know anyone like Yummy?  How do you feel about that person?</w:t>
      </w:r>
    </w:p>
    <w:p w:rsidR="004E3535" w:rsidRPr="00DE5B73" w:rsidRDefault="004E3535" w:rsidP="004E3535">
      <w:pPr>
        <w:pStyle w:val="ListParagraph"/>
        <w:numPr>
          <w:ilvl w:val="1"/>
          <w:numId w:val="1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How do you feel about violence and crime in Canton?</w:t>
      </w:r>
    </w:p>
    <w:p w:rsidR="004E3535" w:rsidRPr="00DE5B73" w:rsidRDefault="004E3535" w:rsidP="004E3535">
      <w:pPr>
        <w:pStyle w:val="ListParagraph"/>
        <w:numPr>
          <w:ilvl w:val="1"/>
          <w:numId w:val="11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What can you do in your community to make a positive difference?</w:t>
      </w:r>
    </w:p>
    <w:p w:rsidR="00DE5B73" w:rsidRPr="00DE5B73" w:rsidRDefault="00DE5B73" w:rsidP="00DE5B73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DE5B73">
        <w:rPr>
          <w:rFonts w:ascii="Comic Sans MS" w:hAnsi="Comic Sans MS"/>
          <w:b/>
          <w:sz w:val="20"/>
          <w:szCs w:val="20"/>
        </w:rPr>
        <w:t>Day 8:</w:t>
      </w:r>
    </w:p>
    <w:p w:rsidR="00DE5B73" w:rsidRPr="00DE5B73" w:rsidRDefault="00DE5B73" w:rsidP="00DE5B73">
      <w:pPr>
        <w:pStyle w:val="ListParagraph"/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Assessment over story.</w:t>
      </w:r>
    </w:p>
    <w:p w:rsidR="00DE5B73" w:rsidRPr="00DE5B73" w:rsidRDefault="00DE5B73" w:rsidP="00DE5B73">
      <w:pPr>
        <w:pStyle w:val="ListParagraph"/>
        <w:numPr>
          <w:ilvl w:val="0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Begin project:  Public Service Announcement/power-point presentation over one of the following topics:</w:t>
      </w:r>
    </w:p>
    <w:p w:rsidR="00DE5B73" w:rsidRPr="00DE5B73" w:rsidRDefault="00DE5B73" w:rsidP="00DE5B73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Crime prevention</w:t>
      </w:r>
    </w:p>
    <w:p w:rsidR="00DE5B73" w:rsidRPr="00DE5B73" w:rsidRDefault="00DE5B73" w:rsidP="00DE5B73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Gang prevention</w:t>
      </w:r>
    </w:p>
    <w:p w:rsidR="00DE5B73" w:rsidRPr="00DE5B73" w:rsidRDefault="00DE5B73" w:rsidP="00DE5B73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Anti-violence</w:t>
      </w:r>
    </w:p>
    <w:p w:rsidR="00DE5B73" w:rsidRPr="00DE5B73" w:rsidRDefault="00DE5B73" w:rsidP="00DE5B73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Anti-bullying</w:t>
      </w:r>
    </w:p>
    <w:p w:rsidR="00DE5B73" w:rsidRDefault="00DE5B73" w:rsidP="00DE5B73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DE5B73">
        <w:rPr>
          <w:rFonts w:ascii="Comic Sans MS" w:hAnsi="Comic Sans MS"/>
          <w:sz w:val="20"/>
          <w:szCs w:val="20"/>
        </w:rPr>
        <w:t>Community Intervention and groups in Canton who are working to take back their neighborhoods.</w:t>
      </w:r>
    </w:p>
    <w:p w:rsidR="00DE5B73" w:rsidRDefault="00DE5B73" w:rsidP="00DE5B73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:rsidR="00DE5B73" w:rsidRDefault="00DE5B73" w:rsidP="00DE5B73">
      <w:pPr>
        <w:spacing w:after="0" w:line="240" w:lineRule="auto"/>
        <w:rPr>
          <w:rFonts w:ascii="Comic Sans MS" w:hAnsi="Comic Sans MS"/>
          <w:sz w:val="20"/>
          <w:szCs w:val="20"/>
        </w:rPr>
      </w:pPr>
    </w:p>
    <w:sectPr w:rsidR="00DE5B73" w:rsidSect="00DE5B73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1603"/>
    <w:multiLevelType w:val="hybridMultilevel"/>
    <w:tmpl w:val="5BE853B0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46627"/>
    <w:multiLevelType w:val="hybridMultilevel"/>
    <w:tmpl w:val="47226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F274B"/>
    <w:multiLevelType w:val="hybridMultilevel"/>
    <w:tmpl w:val="31A6FCFA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02C8C"/>
    <w:multiLevelType w:val="hybridMultilevel"/>
    <w:tmpl w:val="6F2ECBD2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C3D4D"/>
    <w:multiLevelType w:val="hybridMultilevel"/>
    <w:tmpl w:val="DAF22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096F63"/>
    <w:multiLevelType w:val="hybridMultilevel"/>
    <w:tmpl w:val="144E4518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F0106"/>
    <w:multiLevelType w:val="hybridMultilevel"/>
    <w:tmpl w:val="E2009C62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A139DA"/>
    <w:multiLevelType w:val="hybridMultilevel"/>
    <w:tmpl w:val="52FE2EE6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163412"/>
    <w:multiLevelType w:val="hybridMultilevel"/>
    <w:tmpl w:val="5F941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3559DB"/>
    <w:multiLevelType w:val="hybridMultilevel"/>
    <w:tmpl w:val="E3C46A22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26C4A"/>
    <w:multiLevelType w:val="hybridMultilevel"/>
    <w:tmpl w:val="F5A41500"/>
    <w:lvl w:ilvl="0" w:tplc="F34AE7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F74FE"/>
    <w:multiLevelType w:val="hybridMultilevel"/>
    <w:tmpl w:val="07E8C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88"/>
    <w:rsid w:val="00040788"/>
    <w:rsid w:val="000E1F7F"/>
    <w:rsid w:val="004E3535"/>
    <w:rsid w:val="009312EE"/>
    <w:rsid w:val="009E44A2"/>
    <w:rsid w:val="00A23E94"/>
    <w:rsid w:val="00A72FF4"/>
    <w:rsid w:val="00BE3FB5"/>
    <w:rsid w:val="00DE5B73"/>
    <w:rsid w:val="00E6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C8B076F8</Template>
  <TotalTime>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Morris</dc:creator>
  <cp:lastModifiedBy>Mark Morris</cp:lastModifiedBy>
  <cp:revision>2</cp:revision>
  <dcterms:created xsi:type="dcterms:W3CDTF">2012-05-15T18:16:00Z</dcterms:created>
  <dcterms:modified xsi:type="dcterms:W3CDTF">2012-05-15T18:16:00Z</dcterms:modified>
</cp:coreProperties>
</file>